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1F141" w14:textId="403A4EE4" w:rsidR="00A756D0" w:rsidRPr="00BB2317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B231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80C40">
        <w:rPr>
          <w:rFonts w:asciiTheme="majorHAnsi" w:eastAsia="Times New Roman" w:hAnsiTheme="majorHAnsi" w:cs="Times New Roman"/>
          <w:lang w:eastAsia="cs-CZ"/>
        </w:rPr>
        <w:t>1</w:t>
      </w:r>
      <w:r w:rsidR="00380C40" w:rsidRPr="00BB2317">
        <w:rPr>
          <w:rFonts w:asciiTheme="majorHAnsi" w:eastAsia="Times New Roman" w:hAnsiTheme="majorHAnsi" w:cs="Times New Roman"/>
          <w:lang w:eastAsia="cs-CZ"/>
        </w:rPr>
        <w:t xml:space="preserve"> </w:t>
      </w:r>
      <w:r w:rsidR="00A756D0" w:rsidRPr="00BB2317">
        <w:rPr>
          <w:rFonts w:asciiTheme="majorHAnsi" w:eastAsia="Times New Roman" w:hAnsiTheme="majorHAnsi" w:cs="Times New Roman"/>
          <w:lang w:eastAsia="cs-CZ"/>
        </w:rPr>
        <w:t>Smlouvy</w:t>
      </w:r>
    </w:p>
    <w:p w14:paraId="184E99CD" w14:textId="77777777" w:rsidR="00BB2317" w:rsidRDefault="00BB2317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02412DE6" w14:textId="5FBE083B" w:rsidR="000E63D6" w:rsidRPr="00BB2317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</w:pPr>
      <w:r w:rsidRPr="00BB2317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>Cena plnění</w:t>
      </w:r>
    </w:p>
    <w:p w14:paraId="198A7785" w14:textId="1BEA09DE" w:rsidR="00336BEC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BB2317">
        <w:rPr>
          <w:rFonts w:asciiTheme="majorHAnsi" w:eastAsia="Times New Roman" w:hAnsiTheme="majorHAnsi" w:cs="Arial"/>
          <w:b/>
          <w:bCs/>
          <w:caps/>
          <w:kern w:val="32"/>
        </w:rPr>
        <w:t>cena</w:t>
      </w:r>
      <w:r w:rsidR="00C4237D">
        <w:rPr>
          <w:rFonts w:asciiTheme="majorHAnsi" w:eastAsia="Times New Roman" w:hAnsiTheme="majorHAnsi" w:cs="Arial"/>
          <w:b/>
          <w:bCs/>
          <w:caps/>
          <w:kern w:val="32"/>
        </w:rPr>
        <w:t xml:space="preserve"> LICENCE</w:t>
      </w: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:</w:t>
      </w:r>
      <w:bookmarkStart w:id="0" w:name="_Toc517353605"/>
      <w:bookmarkStart w:id="1" w:name="_Toc518140497"/>
    </w:p>
    <w:p w14:paraId="6A52EB6D" w14:textId="77777777" w:rsidR="00B84D20" w:rsidRPr="00346133" w:rsidRDefault="00B84D20" w:rsidP="00577B1A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1939"/>
        <w:gridCol w:w="1939"/>
        <w:gridCol w:w="2418"/>
        <w:gridCol w:w="1829"/>
      </w:tblGrid>
      <w:tr w:rsidR="000E63D6" w:rsidRPr="009A1CA4" w14:paraId="79FC48BC" w14:textId="77777777" w:rsidTr="00577B1A">
        <w:tc>
          <w:tcPr>
            <w:tcW w:w="1939" w:type="dxa"/>
            <w:shd w:val="clear" w:color="auto" w:fill="BFBFBF"/>
          </w:tcPr>
          <w:p w14:paraId="6119226A" w14:textId="7ADD2342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bookmarkStart w:id="2" w:name="_Hlk150766558"/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Specifikace </w:t>
            </w:r>
            <w:r w:rsidR="00CB2C05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licence</w:t>
            </w:r>
          </w:p>
          <w:p w14:paraId="1C4A3645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39" w:type="dxa"/>
            <w:shd w:val="clear" w:color="auto" w:fill="BFBFBF"/>
          </w:tcPr>
          <w:p w14:paraId="6610AEE9" w14:textId="109E9BC8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Cena jedné </w:t>
            </w:r>
            <w:r w:rsidR="00CB2C05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licence</w:t>
            </w:r>
          </w:p>
          <w:p w14:paraId="2913032D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2418" w:type="dxa"/>
            <w:shd w:val="clear" w:color="auto" w:fill="BFBFBF"/>
          </w:tcPr>
          <w:p w14:paraId="596DA9B7" w14:textId="1A7588FD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Počet </w:t>
            </w:r>
            <w:r w:rsidR="00CB2C05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</w:t>
            </w:r>
          </w:p>
        </w:tc>
        <w:tc>
          <w:tcPr>
            <w:tcW w:w="1829" w:type="dxa"/>
            <w:shd w:val="clear" w:color="auto" w:fill="BFBFBF"/>
          </w:tcPr>
          <w:p w14:paraId="5F14BF8C" w14:textId="2A151F03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Cena za počet </w:t>
            </w:r>
            <w:r w:rsidR="00CB2C05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</w:t>
            </w:r>
          </w:p>
          <w:p w14:paraId="3A05578B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0E63D6" w:rsidRPr="009A1CA4" w14:paraId="5F92D9E3" w14:textId="77777777" w:rsidTr="00577B1A">
        <w:tc>
          <w:tcPr>
            <w:tcW w:w="1939" w:type="dxa"/>
          </w:tcPr>
          <w:p w14:paraId="5E7F3AF2" w14:textId="79735772" w:rsidR="000E63D6" w:rsidRPr="009A1CA4" w:rsidRDefault="00255ED2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OpenRail</w:t>
            </w:r>
            <w:proofErr w:type="spellEnd"/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Designer</w:t>
            </w:r>
            <w:r w:rsidR="00880289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- licence</w:t>
            </w:r>
            <w:proofErr w:type="gramEnd"/>
          </w:p>
        </w:tc>
        <w:tc>
          <w:tcPr>
            <w:tcW w:w="1939" w:type="dxa"/>
          </w:tcPr>
          <w:p w14:paraId="5205506C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0EB1866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2418" w:type="dxa"/>
          </w:tcPr>
          <w:p w14:paraId="26A075E9" w14:textId="58EEA4C7" w:rsidR="000E63D6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</w:rPr>
            </w:pPr>
          </w:p>
          <w:p w14:paraId="4613E0BD" w14:textId="5422F6CE" w:rsidR="00880289" w:rsidRPr="009A1CA4" w:rsidRDefault="00880289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1829" w:type="dxa"/>
          </w:tcPr>
          <w:p w14:paraId="03A18AC8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755BF25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2DB8E2D5" w14:textId="77777777" w:rsidTr="00577B1A">
        <w:tc>
          <w:tcPr>
            <w:tcW w:w="6296" w:type="dxa"/>
            <w:gridSpan w:val="3"/>
            <w:shd w:val="clear" w:color="auto" w:fill="D9D9D9"/>
          </w:tcPr>
          <w:p w14:paraId="1AB9A562" w14:textId="49770E89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CB2C05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</w:t>
            </w:r>
            <w:r w:rsidR="00CB2C05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 Kč bez DPH</w:t>
            </w:r>
          </w:p>
        </w:tc>
        <w:tc>
          <w:tcPr>
            <w:tcW w:w="1829" w:type="dxa"/>
          </w:tcPr>
          <w:p w14:paraId="5F0A5520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A709321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3BC91F0C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14:paraId="31AC005D" w14:textId="77777777" w:rsidTr="00577B1A">
        <w:tc>
          <w:tcPr>
            <w:tcW w:w="6296" w:type="dxa"/>
            <w:gridSpan w:val="3"/>
            <w:shd w:val="clear" w:color="auto" w:fill="D9D9D9"/>
          </w:tcPr>
          <w:p w14:paraId="28E2C632" w14:textId="630E0678" w:rsidR="001C01C8" w:rsidRPr="001C01C8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  <w:r w:rsidR="001418AF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v Kč</w:t>
            </w:r>
          </w:p>
        </w:tc>
        <w:tc>
          <w:tcPr>
            <w:tcW w:w="1829" w:type="dxa"/>
          </w:tcPr>
          <w:p w14:paraId="1EDA2436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C01C8" w:rsidRPr="009A1CA4" w14:paraId="4DF67119" w14:textId="77777777" w:rsidTr="00577B1A">
        <w:tc>
          <w:tcPr>
            <w:tcW w:w="6296" w:type="dxa"/>
            <w:gridSpan w:val="3"/>
            <w:shd w:val="clear" w:color="auto" w:fill="D9D9D9"/>
          </w:tcPr>
          <w:p w14:paraId="2E96B3F9" w14:textId="77756B78" w:rsidR="001C01C8" w:rsidRPr="009A1CA4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CB2C05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</w:t>
            </w:r>
            <w:r w:rsidR="00CB2C05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v Kč </w:t>
            </w:r>
            <w:r w:rsidR="00584ECF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včetně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DPH</w:t>
            </w:r>
          </w:p>
        </w:tc>
        <w:tc>
          <w:tcPr>
            <w:tcW w:w="1829" w:type="dxa"/>
          </w:tcPr>
          <w:p w14:paraId="6683162C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025DA121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CFB28AE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41244DBE" w14:textId="4A7AF84D" w:rsidR="00CF446E" w:rsidRDefault="003C74A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Times New Roman"/>
        </w:rPr>
      </w:pPr>
      <w:r w:rsidRPr="003C74A6">
        <w:rPr>
          <w:rFonts w:asciiTheme="majorHAnsi" w:eastAsia="Times New Roman" w:hAnsiTheme="majorHAnsi" w:cs="Arial"/>
          <w:b/>
          <w:bCs/>
          <w:caps/>
          <w:kern w:val="32"/>
        </w:rPr>
        <w:t>CENA SUBSKRIPCE:</w:t>
      </w:r>
      <w:r>
        <w:rPr>
          <w:rFonts w:asciiTheme="majorHAnsi" w:eastAsia="Times New Roman" w:hAnsiTheme="majorHAnsi" w:cs="Times New Roman"/>
        </w:rPr>
        <w:t xml:space="preserve"> </w:t>
      </w:r>
    </w:p>
    <w:p w14:paraId="14859716" w14:textId="77777777" w:rsidR="00B84D20" w:rsidDel="00CD2396" w:rsidRDefault="00B84D20" w:rsidP="00577B1A">
      <w:pPr>
        <w:keepNext/>
        <w:spacing w:before="240" w:after="0" w:line="240" w:lineRule="auto"/>
        <w:outlineLvl w:val="0"/>
        <w:rPr>
          <w:rFonts w:asciiTheme="majorHAnsi" w:eastAsia="Times New Roman" w:hAnsiTheme="majorHAnsi" w:cs="Times New Roman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1955"/>
        <w:gridCol w:w="1928"/>
        <w:gridCol w:w="1896"/>
        <w:gridCol w:w="2346"/>
      </w:tblGrid>
      <w:tr w:rsidR="00CF446E" w:rsidRPr="009A1CA4" w14:paraId="49B7ED9F" w14:textId="77777777" w:rsidTr="006B1A78">
        <w:tc>
          <w:tcPr>
            <w:tcW w:w="1955" w:type="dxa"/>
            <w:shd w:val="clear" w:color="auto" w:fill="BFBFBF"/>
          </w:tcPr>
          <w:p w14:paraId="28C749C4" w14:textId="77777777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0065B295" w14:textId="77777777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BFBFBF"/>
          </w:tcPr>
          <w:p w14:paraId="5880B174" w14:textId="7283E2E0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  <w:r w:rsidR="001418AF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za měsíc</w:t>
            </w:r>
          </w:p>
          <w:p w14:paraId="5C24993D" w14:textId="77777777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6" w:type="dxa"/>
            <w:shd w:val="clear" w:color="auto" w:fill="BFBFBF"/>
          </w:tcPr>
          <w:p w14:paraId="0317A92F" w14:textId="53F76372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Počet </w:t>
            </w:r>
            <w:r w:rsidR="000848B7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měsíců poskytování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</w:t>
            </w:r>
            <w:r w:rsidR="000848B7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e</w:t>
            </w:r>
          </w:p>
        </w:tc>
        <w:tc>
          <w:tcPr>
            <w:tcW w:w="2346" w:type="dxa"/>
            <w:shd w:val="clear" w:color="auto" w:fill="BFBFBF"/>
          </w:tcPr>
          <w:p w14:paraId="3DC21264" w14:textId="0F4AF705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Cena za </w:t>
            </w:r>
            <w:r w:rsidR="0098496B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 měsíců poskytování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Subskripc</w:t>
            </w:r>
            <w:r w:rsidR="0098496B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e</w:t>
            </w:r>
          </w:p>
          <w:p w14:paraId="59486783" w14:textId="77777777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CF446E" w:rsidRPr="009A1CA4" w14:paraId="4C56D083" w14:textId="77777777" w:rsidTr="006B1A78">
        <w:tc>
          <w:tcPr>
            <w:tcW w:w="1955" w:type="dxa"/>
          </w:tcPr>
          <w:p w14:paraId="0761D608" w14:textId="64A4BCC2" w:rsidR="00CF446E" w:rsidRDefault="00CF446E" w:rsidP="006B1A78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iCs/>
              </w:rPr>
            </w:pPr>
            <w:proofErr w:type="spellStart"/>
            <w:r>
              <w:rPr>
                <w:rFonts w:ascii="Verdana" w:hAnsi="Verdana" w:cs="Verdana"/>
              </w:rPr>
              <w:t>OpenRail</w:t>
            </w:r>
            <w:proofErr w:type="spellEnd"/>
            <w:r>
              <w:rPr>
                <w:rFonts w:ascii="Verdana" w:hAnsi="Verdana" w:cs="Verdana"/>
              </w:rPr>
              <w:t xml:space="preserve"> Designer SELECT </w:t>
            </w:r>
            <w:proofErr w:type="spellStart"/>
            <w:r>
              <w:rPr>
                <w:rFonts w:ascii="Verdana" w:hAnsi="Verdana" w:cs="Verdana"/>
              </w:rPr>
              <w:t>Subscription</w:t>
            </w:r>
            <w:proofErr w:type="spellEnd"/>
            <w:r>
              <w:rPr>
                <w:rFonts w:ascii="Verdana" w:hAnsi="Verdana" w:cs="Verdana"/>
              </w:rPr>
              <w:t xml:space="preserve"> </w:t>
            </w:r>
          </w:p>
        </w:tc>
        <w:tc>
          <w:tcPr>
            <w:tcW w:w="1928" w:type="dxa"/>
          </w:tcPr>
          <w:p w14:paraId="4F5C988B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E54E9B5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6" w:type="dxa"/>
          </w:tcPr>
          <w:p w14:paraId="0A969D19" w14:textId="662C08EB" w:rsidR="00CF446E" w:rsidDel="00490EC6" w:rsidRDefault="00CF446E" w:rsidP="006B1A7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Cs/>
                <w:iCs/>
              </w:rPr>
              <w:t>1</w:t>
            </w:r>
            <w:r w:rsidR="000848B7">
              <w:rPr>
                <w:rFonts w:asciiTheme="majorHAnsi" w:hAnsiTheme="majorHAnsi"/>
                <w:bCs/>
                <w:iCs/>
              </w:rPr>
              <w:t>0</w:t>
            </w:r>
          </w:p>
        </w:tc>
        <w:tc>
          <w:tcPr>
            <w:tcW w:w="2346" w:type="dxa"/>
          </w:tcPr>
          <w:p w14:paraId="4F15817A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7150468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CF446E" w:rsidRPr="009A1CA4" w14:paraId="502AE524" w14:textId="77777777" w:rsidTr="006B1A78">
        <w:tc>
          <w:tcPr>
            <w:tcW w:w="5779" w:type="dxa"/>
            <w:gridSpan w:val="3"/>
            <w:shd w:val="clear" w:color="auto" w:fill="D9D9D9"/>
          </w:tcPr>
          <w:p w14:paraId="398A1D6A" w14:textId="26C46410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A47C16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ubskripce v Kč bez DPH</w:t>
            </w:r>
          </w:p>
        </w:tc>
        <w:tc>
          <w:tcPr>
            <w:tcW w:w="2346" w:type="dxa"/>
          </w:tcPr>
          <w:p w14:paraId="02972D99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CBD01FF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7A029569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CF446E" w:rsidRPr="009A1CA4" w14:paraId="45931551" w14:textId="77777777" w:rsidTr="006B1A78">
        <w:tc>
          <w:tcPr>
            <w:tcW w:w="5779" w:type="dxa"/>
            <w:gridSpan w:val="3"/>
            <w:shd w:val="clear" w:color="auto" w:fill="D9D9D9"/>
          </w:tcPr>
          <w:p w14:paraId="18A563A2" w14:textId="09A96FAB" w:rsidR="00CF446E" w:rsidRPr="001C01C8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  <w:r w:rsidR="00A47C16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v Kč</w:t>
            </w:r>
          </w:p>
        </w:tc>
        <w:tc>
          <w:tcPr>
            <w:tcW w:w="2346" w:type="dxa"/>
          </w:tcPr>
          <w:p w14:paraId="1BEBF141" w14:textId="77777777" w:rsidR="00CF446E" w:rsidRPr="001C01C8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CF446E" w:rsidRPr="009A1CA4" w14:paraId="07EC48E9" w14:textId="77777777" w:rsidTr="006B1A78">
        <w:tc>
          <w:tcPr>
            <w:tcW w:w="5779" w:type="dxa"/>
            <w:gridSpan w:val="3"/>
            <w:shd w:val="clear" w:color="auto" w:fill="D9D9D9"/>
          </w:tcPr>
          <w:p w14:paraId="36A5A1F0" w14:textId="117572B2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A47C16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ubskripce v Kč včetně DPH</w:t>
            </w:r>
          </w:p>
        </w:tc>
        <w:tc>
          <w:tcPr>
            <w:tcW w:w="2346" w:type="dxa"/>
          </w:tcPr>
          <w:p w14:paraId="0B42420B" w14:textId="77777777" w:rsidR="00CF446E" w:rsidRPr="001C01C8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167E863A" w14:textId="77777777" w:rsidR="00B84D20" w:rsidRDefault="00B84D20" w:rsidP="00577B1A">
      <w:pPr>
        <w:keepNext/>
        <w:spacing w:before="240" w:after="0" w:line="240" w:lineRule="auto"/>
        <w:outlineLvl w:val="0"/>
        <w:rPr>
          <w:rFonts w:asciiTheme="majorHAnsi" w:eastAsia="Times New Roman" w:hAnsiTheme="majorHAnsi" w:cs="Times New Roman"/>
        </w:rPr>
      </w:pPr>
    </w:p>
    <w:p w14:paraId="1213BEF5" w14:textId="589ADCAB" w:rsidR="00CF446E" w:rsidRPr="00577B1A" w:rsidRDefault="003C74A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Times New Roman"/>
        </w:rPr>
      </w:pPr>
      <w:r w:rsidRPr="003C74A6">
        <w:rPr>
          <w:rFonts w:asciiTheme="majorHAnsi" w:eastAsia="Times New Roman" w:hAnsiTheme="majorHAnsi" w:cs="Arial"/>
          <w:b/>
          <w:bCs/>
          <w:caps/>
          <w:kern w:val="32"/>
        </w:rPr>
        <w:t>CELKOVÁ CENA ZA PŘEDMĚT PLNĚNÍ:</w:t>
      </w:r>
    </w:p>
    <w:p w14:paraId="010C605E" w14:textId="77777777" w:rsidR="00B84D20" w:rsidDel="00CD2396" w:rsidRDefault="00B84D20" w:rsidP="00577B1A">
      <w:pPr>
        <w:keepNext/>
        <w:spacing w:before="240" w:after="0" w:line="240" w:lineRule="auto"/>
        <w:outlineLvl w:val="0"/>
        <w:rPr>
          <w:rFonts w:asciiTheme="majorHAnsi" w:eastAsia="Times New Roman" w:hAnsiTheme="majorHAnsi" w:cs="Times New Roman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5779"/>
        <w:gridCol w:w="2346"/>
      </w:tblGrid>
      <w:tr w:rsidR="00CF446E" w:rsidRPr="009A1CA4" w14:paraId="559C52B3" w14:textId="77777777" w:rsidTr="006B1A78">
        <w:tc>
          <w:tcPr>
            <w:tcW w:w="5779" w:type="dxa"/>
            <w:shd w:val="clear" w:color="auto" w:fill="D9D9D9"/>
          </w:tcPr>
          <w:p w14:paraId="6550F12F" w14:textId="751C0E69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Celková Cena</w:t>
            </w:r>
            <w:r w:rsidR="00C4237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za licenci a S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ubskripc</w:t>
            </w:r>
            <w:r w:rsidR="00C4237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i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v Kč bez DPH</w:t>
            </w:r>
          </w:p>
        </w:tc>
        <w:tc>
          <w:tcPr>
            <w:tcW w:w="2346" w:type="dxa"/>
          </w:tcPr>
          <w:p w14:paraId="6D417702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37F66E4" w14:textId="77777777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499AE051" w14:textId="6B5CB845" w:rsidR="00CF446E" w:rsidRPr="009A1CA4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 xml:space="preserve">[Tj. součet </w:t>
            </w:r>
            <w:r w:rsidR="00F929DA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celkových cen z tab. 1 a 2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CF446E" w:rsidRPr="009A1CA4" w14:paraId="691C0156" w14:textId="77777777" w:rsidTr="006B1A78">
        <w:tc>
          <w:tcPr>
            <w:tcW w:w="5779" w:type="dxa"/>
            <w:shd w:val="clear" w:color="auto" w:fill="D9D9D9"/>
          </w:tcPr>
          <w:p w14:paraId="691D7D9C" w14:textId="3B4D8ADA" w:rsidR="00CF446E" w:rsidRPr="001C01C8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  <w:r w:rsidR="00C4237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v</w:t>
            </w:r>
            <w:r w:rsidR="00B84D20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 </w:t>
            </w:r>
            <w:r w:rsidR="00C4237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Kč</w:t>
            </w:r>
          </w:p>
        </w:tc>
        <w:tc>
          <w:tcPr>
            <w:tcW w:w="2346" w:type="dxa"/>
          </w:tcPr>
          <w:p w14:paraId="2B68A8AF" w14:textId="77777777" w:rsidR="00CF446E" w:rsidRPr="001C01C8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CF446E" w:rsidRPr="009A1CA4" w14:paraId="6DC58E2E" w14:textId="77777777" w:rsidTr="006B1A78">
        <w:tc>
          <w:tcPr>
            <w:tcW w:w="5779" w:type="dxa"/>
            <w:shd w:val="clear" w:color="auto" w:fill="D9D9D9"/>
          </w:tcPr>
          <w:p w14:paraId="726C302F" w14:textId="6234E6A5" w:rsidR="00CF446E" w:rsidRPr="009A1CA4" w:rsidRDefault="00CF446E" w:rsidP="006B1A7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C4237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za licenci a S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ubskripc</w:t>
            </w:r>
            <w:r w:rsidR="00C4237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i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v Kč včetně DPH</w:t>
            </w:r>
          </w:p>
        </w:tc>
        <w:tc>
          <w:tcPr>
            <w:tcW w:w="2346" w:type="dxa"/>
          </w:tcPr>
          <w:p w14:paraId="3B816326" w14:textId="77777777" w:rsidR="00CF446E" w:rsidRPr="001C01C8" w:rsidRDefault="00CF446E" w:rsidP="006B1A78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6B47590C" w14:textId="3C463073" w:rsidR="009F392E" w:rsidRPr="00F0533E" w:rsidRDefault="009F392E" w:rsidP="00577B1A">
      <w:pPr>
        <w:keepNext/>
        <w:spacing w:before="240" w:after="0" w:line="240" w:lineRule="auto"/>
        <w:outlineLv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9487" w14:textId="77777777" w:rsidR="00BE49E9" w:rsidRDefault="00BE49E9" w:rsidP="00962258">
      <w:pPr>
        <w:spacing w:after="0" w:line="240" w:lineRule="auto"/>
      </w:pPr>
      <w:r>
        <w:separator/>
      </w:r>
    </w:p>
  </w:endnote>
  <w:endnote w:type="continuationSeparator" w:id="0">
    <w:p w14:paraId="4B38ADAB" w14:textId="77777777" w:rsidR="00BE49E9" w:rsidRDefault="00BE49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2BBED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6D46F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4935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8D7E5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634CD7D" w14:textId="77777777" w:rsidR="00F1715C" w:rsidRDefault="00F1715C" w:rsidP="00D831A3">
          <w:pPr>
            <w:pStyle w:val="Zpat"/>
          </w:pPr>
        </w:p>
      </w:tc>
    </w:tr>
  </w:tbl>
  <w:p w14:paraId="6EA1B6C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FE6A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675880" wp14:editId="2DBAE8E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0A8DE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7D8F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3FA87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2DB67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9BCDA2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09E09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EF8B85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C50579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F6FD650" w14:textId="77777777" w:rsidR="00F1715C" w:rsidRDefault="00F1715C" w:rsidP="00460660">
          <w:pPr>
            <w:pStyle w:val="Zpat"/>
          </w:pPr>
        </w:p>
      </w:tc>
    </w:tr>
  </w:tbl>
  <w:p w14:paraId="2BF17D2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F9DC4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50D12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5B655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3B357" w14:textId="77777777" w:rsidR="00BE49E9" w:rsidRDefault="00BE49E9" w:rsidP="00962258">
      <w:pPr>
        <w:spacing w:after="0" w:line="240" w:lineRule="auto"/>
      </w:pPr>
      <w:r>
        <w:separator/>
      </w:r>
    </w:p>
  </w:footnote>
  <w:footnote w:type="continuationSeparator" w:id="0">
    <w:p w14:paraId="73658369" w14:textId="77777777" w:rsidR="00BE49E9" w:rsidRDefault="00BE49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4BC1A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B820B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CC88D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AA70F4" w14:textId="77777777" w:rsidR="00F1715C" w:rsidRPr="00D6163D" w:rsidRDefault="00F1715C" w:rsidP="00D6163D">
          <w:pPr>
            <w:pStyle w:val="Druhdokumentu"/>
          </w:pPr>
        </w:p>
      </w:tc>
    </w:tr>
  </w:tbl>
  <w:p w14:paraId="2F42530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4C7A0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CF42B5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2F216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21A891" w14:textId="77777777" w:rsidR="00F1715C" w:rsidRPr="00D6163D" w:rsidRDefault="00F1715C" w:rsidP="00FC6389">
          <w:pPr>
            <w:pStyle w:val="Druhdokumentu"/>
          </w:pPr>
        </w:p>
      </w:tc>
    </w:tr>
    <w:tr w:rsidR="009F392E" w14:paraId="0E5634B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7F3011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7E9EC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9F4CE8" w14:textId="77777777" w:rsidR="009F392E" w:rsidRPr="00D6163D" w:rsidRDefault="009F392E" w:rsidP="00FC6389">
          <w:pPr>
            <w:pStyle w:val="Druhdokumentu"/>
          </w:pPr>
        </w:p>
      </w:tc>
    </w:tr>
  </w:tbl>
  <w:p w14:paraId="1C3192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68523C1" wp14:editId="6CB9946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C44A1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1888027803">
    <w:abstractNumId w:val="2"/>
  </w:num>
  <w:num w:numId="2" w16cid:durableId="1267418536">
    <w:abstractNumId w:val="1"/>
  </w:num>
  <w:num w:numId="3" w16cid:durableId="512843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5676790">
    <w:abstractNumId w:val="8"/>
  </w:num>
  <w:num w:numId="5" w16cid:durableId="1905137811">
    <w:abstractNumId w:val="3"/>
  </w:num>
  <w:num w:numId="6" w16cid:durableId="1912813150">
    <w:abstractNumId w:val="4"/>
  </w:num>
  <w:num w:numId="7" w16cid:durableId="2040660259">
    <w:abstractNumId w:val="0"/>
  </w:num>
  <w:num w:numId="8" w16cid:durableId="577981805">
    <w:abstractNumId w:val="5"/>
  </w:num>
  <w:num w:numId="9" w16cid:durableId="15190042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0153517">
    <w:abstractNumId w:val="4"/>
  </w:num>
  <w:num w:numId="11" w16cid:durableId="1445269920">
    <w:abstractNumId w:val="1"/>
  </w:num>
  <w:num w:numId="12" w16cid:durableId="1169638871">
    <w:abstractNumId w:val="4"/>
  </w:num>
  <w:num w:numId="13" w16cid:durableId="1785928091">
    <w:abstractNumId w:val="4"/>
  </w:num>
  <w:num w:numId="14" w16cid:durableId="259335716">
    <w:abstractNumId w:val="4"/>
  </w:num>
  <w:num w:numId="15" w16cid:durableId="936408946">
    <w:abstractNumId w:val="4"/>
  </w:num>
  <w:num w:numId="16" w16cid:durableId="1891725419">
    <w:abstractNumId w:val="9"/>
  </w:num>
  <w:num w:numId="17" w16cid:durableId="1453212175">
    <w:abstractNumId w:val="2"/>
  </w:num>
  <w:num w:numId="18" w16cid:durableId="1299148414">
    <w:abstractNumId w:val="9"/>
  </w:num>
  <w:num w:numId="19" w16cid:durableId="1504010756">
    <w:abstractNumId w:val="9"/>
  </w:num>
  <w:num w:numId="20" w16cid:durableId="1894463198">
    <w:abstractNumId w:val="9"/>
  </w:num>
  <w:num w:numId="21" w16cid:durableId="1150102049">
    <w:abstractNumId w:val="9"/>
  </w:num>
  <w:num w:numId="22" w16cid:durableId="1549489773">
    <w:abstractNumId w:val="4"/>
  </w:num>
  <w:num w:numId="23" w16cid:durableId="300891325">
    <w:abstractNumId w:val="1"/>
  </w:num>
  <w:num w:numId="24" w16cid:durableId="1982299770">
    <w:abstractNumId w:val="4"/>
  </w:num>
  <w:num w:numId="25" w16cid:durableId="156969239">
    <w:abstractNumId w:val="4"/>
  </w:num>
  <w:num w:numId="26" w16cid:durableId="411006828">
    <w:abstractNumId w:val="4"/>
  </w:num>
  <w:num w:numId="27" w16cid:durableId="347372854">
    <w:abstractNumId w:val="4"/>
  </w:num>
  <w:num w:numId="28" w16cid:durableId="801457812">
    <w:abstractNumId w:val="9"/>
  </w:num>
  <w:num w:numId="29" w16cid:durableId="1978219345">
    <w:abstractNumId w:val="2"/>
  </w:num>
  <w:num w:numId="30" w16cid:durableId="1086733671">
    <w:abstractNumId w:val="9"/>
  </w:num>
  <w:num w:numId="31" w16cid:durableId="1858542768">
    <w:abstractNumId w:val="9"/>
  </w:num>
  <w:num w:numId="32" w16cid:durableId="1294289532">
    <w:abstractNumId w:val="9"/>
  </w:num>
  <w:num w:numId="33" w16cid:durableId="2114468722">
    <w:abstractNumId w:val="9"/>
  </w:num>
  <w:num w:numId="34" w16cid:durableId="1644774611">
    <w:abstractNumId w:val="7"/>
  </w:num>
  <w:num w:numId="35" w16cid:durableId="39821458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112D2"/>
    <w:rsid w:val="00042398"/>
    <w:rsid w:val="00072C1E"/>
    <w:rsid w:val="000848B7"/>
    <w:rsid w:val="000E23A7"/>
    <w:rsid w:val="000E4423"/>
    <w:rsid w:val="000E44B6"/>
    <w:rsid w:val="000E63D6"/>
    <w:rsid w:val="0010693F"/>
    <w:rsid w:val="00114472"/>
    <w:rsid w:val="001418AF"/>
    <w:rsid w:val="001550BC"/>
    <w:rsid w:val="001605B9"/>
    <w:rsid w:val="00170EC5"/>
    <w:rsid w:val="001747C1"/>
    <w:rsid w:val="00184743"/>
    <w:rsid w:val="001B4909"/>
    <w:rsid w:val="001C01C8"/>
    <w:rsid w:val="00207DF5"/>
    <w:rsid w:val="00255ED2"/>
    <w:rsid w:val="00280E07"/>
    <w:rsid w:val="0028251C"/>
    <w:rsid w:val="002C31BF"/>
    <w:rsid w:val="002C3AB3"/>
    <w:rsid w:val="002D08B1"/>
    <w:rsid w:val="002E0CD7"/>
    <w:rsid w:val="00336BEC"/>
    <w:rsid w:val="00341DCF"/>
    <w:rsid w:val="00346133"/>
    <w:rsid w:val="00357BC6"/>
    <w:rsid w:val="00380C40"/>
    <w:rsid w:val="003956C6"/>
    <w:rsid w:val="003B71C1"/>
    <w:rsid w:val="003C74A6"/>
    <w:rsid w:val="00441430"/>
    <w:rsid w:val="00450F07"/>
    <w:rsid w:val="00453CD3"/>
    <w:rsid w:val="00460660"/>
    <w:rsid w:val="00486107"/>
    <w:rsid w:val="00490B22"/>
    <w:rsid w:val="00490EC6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B1A"/>
    <w:rsid w:val="00584ECF"/>
    <w:rsid w:val="00595B9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43A4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854"/>
    <w:rsid w:val="008659F3"/>
    <w:rsid w:val="00880289"/>
    <w:rsid w:val="00886D4B"/>
    <w:rsid w:val="00895406"/>
    <w:rsid w:val="008A3568"/>
    <w:rsid w:val="008C7371"/>
    <w:rsid w:val="008D03B9"/>
    <w:rsid w:val="008F18D6"/>
    <w:rsid w:val="00904780"/>
    <w:rsid w:val="00907F6A"/>
    <w:rsid w:val="009205B1"/>
    <w:rsid w:val="00922385"/>
    <w:rsid w:val="009223DF"/>
    <w:rsid w:val="00923DE9"/>
    <w:rsid w:val="00936091"/>
    <w:rsid w:val="00940D8A"/>
    <w:rsid w:val="00962258"/>
    <w:rsid w:val="009678B7"/>
    <w:rsid w:val="00980915"/>
    <w:rsid w:val="00982A17"/>
    <w:rsid w:val="009833E1"/>
    <w:rsid w:val="0098496B"/>
    <w:rsid w:val="00992D9C"/>
    <w:rsid w:val="00996CB8"/>
    <w:rsid w:val="009A4C4B"/>
    <w:rsid w:val="009B14A9"/>
    <w:rsid w:val="009B2E97"/>
    <w:rsid w:val="009E07F4"/>
    <w:rsid w:val="009F392E"/>
    <w:rsid w:val="00A47C16"/>
    <w:rsid w:val="00A51A54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4D20"/>
    <w:rsid w:val="00B8518B"/>
    <w:rsid w:val="00BB2317"/>
    <w:rsid w:val="00BD7E91"/>
    <w:rsid w:val="00BE49E9"/>
    <w:rsid w:val="00C02D0A"/>
    <w:rsid w:val="00C03A6E"/>
    <w:rsid w:val="00C4237D"/>
    <w:rsid w:val="00C44F6A"/>
    <w:rsid w:val="00C47AE3"/>
    <w:rsid w:val="00CA0969"/>
    <w:rsid w:val="00CB2C05"/>
    <w:rsid w:val="00CC2616"/>
    <w:rsid w:val="00CD1FC4"/>
    <w:rsid w:val="00CD2396"/>
    <w:rsid w:val="00CE3EE3"/>
    <w:rsid w:val="00CF446E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1634"/>
    <w:rsid w:val="00E36C4A"/>
    <w:rsid w:val="00E63151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929DA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6B0E5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EC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09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61E4ED-4499-42B6-8740-197917EAAA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0CA2F7-EAFA-41C5-8413-1CAE5FA78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2</Pages>
  <Words>169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34</cp:revision>
  <cp:lastPrinted>2017-11-28T17:18:00Z</cp:lastPrinted>
  <dcterms:created xsi:type="dcterms:W3CDTF">2023-09-14T08:03:00Z</dcterms:created>
  <dcterms:modified xsi:type="dcterms:W3CDTF">2023-11-13T11:37:00Z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